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DC56E3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1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DC56E3">
                                  <w:t>HW86</w:t>
                                </w:r>
                                <w:r w:rsidR="00DC56E3">
                                  <w:softHyphen/>
                                  <w:t>_Pythagorean Theorem (Form A)</w:t>
                                </w:r>
                                <w:bookmarkStart w:id="0" w:name="_GoBack"/>
                                <w:bookmarkEnd w:id="0"/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C8676B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Wed, 21 Jan 2015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/cwWjQQUAAMc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tUh8IA&#10;AADbAAAADwAAAGRycy9kb3ducmV2LnhtbERPTWvCQBC9C/6HZYReRDctK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e1SHwgAAANsAAAAPAAAAAAAAAAAAAAAAAJgCAABkcnMvZG93&#10;bnJldi54bWxQSwUGAAAAAAQABAD1AAAAhwMAAAAA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DC56E3">
                            <w:t>HW86</w:t>
                          </w:r>
                          <w:r w:rsidR="00DC56E3">
                            <w:softHyphen/>
                            <w:t>_Pythagorean Theorem (Form A)</w:t>
                          </w:r>
                          <w:bookmarkStart w:id="1" w:name="_GoBack"/>
                          <w:bookmarkEnd w:id="1"/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C8676B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Wed, 21 Jan 2015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d+K8AA&#10;AADbAAAADwAAAGRycy9kb3ducmV2LnhtbERPTYvCMBC9C/sfwizsRTTdRUWrURZB9Nq6LB6HZmyL&#10;yaQ0qdZ/bwTB2zze56w2vTXiSq2vHSv4HicgiAunay4V/B13ozkIH5A1Gsek4E4eNuuPwQpT7W6c&#10;0TUPpYgh7FNUUIXQpFL6oiKLfuwa4sidXWsxRNiWUrd4i+HWyJ8kmUmLNceGChvaVlRc8s4qkP/d&#10;qcsmk4vJwzBbnMxiP220Ul+f/e8SRKA+vMUv90HH+TN4/hIPkO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d+K8AAAADbAAAADwAAAAAAAAAAAAAAAACYAgAAZHJzL2Rvd25y&#10;ZXYueG1sUEsFBgAAAAAEAAQA9QAAAIUDAAAAAA=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LAWnBAAAA2wAAAA8AAABkcnMvZG93bnJldi54bWxET0tuwjAQ3VfqHayp1F2x+QhoikEVqIJl&#10;CRxgFE/jlHicxk5Ib18jIXU3T+87q83gatFTGyrPGsYjBYK48KbiUsP59PGyBBEissHaM2n4pQCb&#10;9ePDCjPjr3ykPo+lSCEcMtRgY2wyKUNhyWEY+YY4cV++dRgTbEtpWrymcFfLiVJz6bDi1GCxoa2l&#10;4pJ3TkPfmVdFtpt+z3buc7+fz/IfddD6+Wl4fwMRaYj/4rv7YNL8Bdx+SQfI9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lLAWnBAAAA2wAAAA8AAAAAAAAAAAAAAAAAnwIA&#10;AGRycy9kb3ducmV2LnhtbFBLBQYAAAAABAAEAPcAAACNAwAAAAA=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C8676B" w:rsidRDefault="00DC56E3" w:rsidP="00C8676B">
      <w:pPr>
        <w:outlineLvl w:val="0"/>
        <w:rPr>
          <w:rFonts w:ascii="Calibri" w:hAnsi="Calibri" w:cs="Calibr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121920</wp:posOffset>
                </wp:positionV>
                <wp:extent cx="400050" cy="300990"/>
                <wp:effectExtent l="19050" t="22860" r="19050" b="19050"/>
                <wp:wrapNone/>
                <wp:docPr id="11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00990"/>
                        </a:xfrm>
                        <a:prstGeom prst="ellipse">
                          <a:avLst/>
                        </a:prstGeom>
                        <a:noFill/>
                        <a:ln w="3810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992222" id="Oval 14" o:spid="_x0000_s1026" style="position:absolute;margin-left:526.5pt;margin-top:9.6pt;width:31.5pt;height:2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" filled="f" strokecolor="#7f7f7f [1612]" strokeweight="3pt">
                <v:stroke dashstyle="1 1" endcap="round"/>
              </v:oval>
            </w:pict>
          </mc:Fallback>
        </mc:AlternateContent>
      </w:r>
      <w:r w:rsidR="00C8676B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153035</wp:posOffset>
            </wp:positionV>
            <wp:extent cx="3609975" cy="2971800"/>
            <wp:effectExtent l="19050" t="0" r="9525" b="0"/>
            <wp:wrapTight wrapText="bothSides">
              <wp:wrapPolygon edited="0">
                <wp:start x="-114" y="0"/>
                <wp:lineTo x="-114" y="21462"/>
                <wp:lineTo x="21657" y="21462"/>
                <wp:lineTo x="21657" y="0"/>
                <wp:lineTo x="-114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69" t="10966" r="20584" b="3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676B" w:rsidRPr="004D6300" w:rsidRDefault="00DC56E3" w:rsidP="00C86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65"/>
        </w:tabs>
        <w:outlineLvl w:val="0"/>
        <w:rPr>
          <w:rFonts w:ascii="Calibri" w:hAnsi="Calibri" w:cs="Calibri"/>
          <w:b/>
          <w:i/>
          <w:sz w:val="24"/>
        </w:rPr>
      </w:pPr>
      <w:r>
        <w:rPr>
          <w:rFonts w:ascii="Calibri" w:hAnsi="Calibri" w:cs="Calibri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91440</wp:posOffset>
                </wp:positionV>
                <wp:extent cx="1190625" cy="75565"/>
                <wp:effectExtent l="38100" t="86360" r="19050" b="19050"/>
                <wp:wrapNone/>
                <wp:docPr id="1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90625" cy="75565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494F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423pt;margin-top:7.2pt;width:93.75pt;height:5.9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" strokecolor="#7f7f7f [1612]" strokeweight="3pt">
                <v:stroke dashstyle="1 1" endarrow="block" endcap="round"/>
              </v:shape>
            </w:pict>
          </mc:Fallback>
        </mc:AlternateContent>
      </w:r>
      <w:r>
        <w:rPr>
          <w:rFonts w:ascii="Calibri" w:hAnsi="Calibri" w:cs="Calibri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167005</wp:posOffset>
                </wp:positionV>
                <wp:extent cx="3860800" cy="1209675"/>
                <wp:effectExtent l="19050" t="85725" r="53975" b="1905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60800" cy="1209675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36EF1" id="AutoShape 15" o:spid="_x0000_s1026" type="#_x0000_t32" style="position:absolute;margin-left:228pt;margin-top:13.15pt;width:304pt;height:95.2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" strokecolor="#7f7f7f [1612]" strokeweight="3pt">
                <v:stroke dashstyle="1 1" endarrow="block" endcap="round"/>
              </v:shape>
            </w:pict>
          </mc:Fallback>
        </mc:AlternateContent>
      </w:r>
      <w:r w:rsidR="00C8676B" w:rsidRPr="004D6300">
        <w:rPr>
          <w:rFonts w:ascii="Calibri" w:hAnsi="Calibri" w:cs="Calibri"/>
          <w:b/>
          <w:i/>
          <w:sz w:val="24"/>
        </w:rPr>
        <w:t xml:space="preserve">Failure to </w:t>
      </w:r>
      <w:r w:rsidR="00C8676B" w:rsidRPr="00C8676B">
        <w:rPr>
          <w:rFonts w:ascii="Calibri" w:hAnsi="Calibri" w:cs="Calibri"/>
          <w:b/>
          <w:i/>
          <w:sz w:val="24"/>
          <w:u w:val="single"/>
        </w:rPr>
        <w:t>show work</w:t>
      </w:r>
      <w:r w:rsidR="00C8676B" w:rsidRPr="004D6300">
        <w:rPr>
          <w:rFonts w:ascii="Calibri" w:hAnsi="Calibri" w:cs="Calibri"/>
          <w:b/>
          <w:i/>
          <w:sz w:val="24"/>
        </w:rPr>
        <w:t xml:space="preserve"> on all problems, </w:t>
      </w:r>
      <w:r w:rsidR="00C8676B" w:rsidRPr="00C8676B">
        <w:rPr>
          <w:rFonts w:ascii="Calibri" w:hAnsi="Calibri" w:cs="Calibri"/>
          <w:b/>
          <w:i/>
          <w:sz w:val="24"/>
          <w:u w:val="single"/>
        </w:rPr>
        <w:t>watch video</w:t>
      </w:r>
      <w:r w:rsidR="00C8676B" w:rsidRPr="004D6300">
        <w:rPr>
          <w:rFonts w:ascii="Calibri" w:hAnsi="Calibri" w:cs="Calibri"/>
          <w:b/>
          <w:i/>
          <w:sz w:val="24"/>
        </w:rPr>
        <w:t xml:space="preserve">, or use </w:t>
      </w:r>
      <w:r w:rsidR="00C8676B" w:rsidRPr="00C8676B">
        <w:rPr>
          <w:rFonts w:ascii="Calibri" w:hAnsi="Calibri" w:cs="Calibri"/>
          <w:b/>
          <w:i/>
          <w:sz w:val="24"/>
          <w:u w:val="single"/>
        </w:rPr>
        <w:t>complete sentences</w:t>
      </w:r>
      <w:r w:rsidR="00C8676B" w:rsidRPr="004D6300">
        <w:rPr>
          <w:rFonts w:ascii="Calibri" w:hAnsi="Calibri" w:cs="Calibri"/>
          <w:b/>
          <w:i/>
          <w:sz w:val="24"/>
        </w:rPr>
        <w:t xml:space="preserve"> </w:t>
      </w:r>
      <w:r w:rsidR="00C8676B" w:rsidRPr="00C8676B">
        <w:rPr>
          <w:rFonts w:ascii="Calibri" w:hAnsi="Calibri" w:cs="Calibri"/>
          <w:b/>
          <w:i/>
          <w:smallCaps/>
          <w:sz w:val="24"/>
        </w:rPr>
        <w:t>will result in a LaSalle</w:t>
      </w:r>
      <w:r w:rsidR="00C8676B" w:rsidRPr="004D6300">
        <w:rPr>
          <w:rFonts w:ascii="Calibri" w:hAnsi="Calibri" w:cs="Calibri"/>
          <w:b/>
          <w:i/>
          <w:sz w:val="24"/>
        </w:rPr>
        <w:t>.</w:t>
      </w:r>
    </w:p>
    <w:p w:rsidR="00C8676B" w:rsidRDefault="00786030" w:rsidP="00C8676B">
      <w:pPr>
        <w:tabs>
          <w:tab w:val="left" w:pos="1365"/>
        </w:tabs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KHAN VIDEO &amp; PRACTICE </w:t>
      </w:r>
      <w:r w:rsidR="00C8676B">
        <w:rPr>
          <w:rFonts w:ascii="Calibri" w:hAnsi="Calibri" w:cs="Calibri"/>
        </w:rPr>
        <w:t>STEPS:</w:t>
      </w:r>
      <w:r w:rsidR="00C8676B">
        <w:rPr>
          <w:rFonts w:ascii="Calibri" w:hAnsi="Calibri" w:cs="Calibri"/>
        </w:rPr>
        <w:tab/>
      </w:r>
    </w:p>
    <w:p w:rsidR="00C8676B" w:rsidRPr="00C8676B" w:rsidRDefault="00DC56E3" w:rsidP="00C8676B">
      <w:pPr>
        <w:numPr>
          <w:ilvl w:val="0"/>
          <w:numId w:val="3"/>
        </w:numPr>
        <w:outlineLvl w:val="0"/>
        <w:rPr>
          <w:rFonts w:ascii="Calibri" w:hAnsi="Calibri" w:cs="Calibri"/>
        </w:rPr>
      </w:pPr>
      <w:r>
        <w:rPr>
          <w:rFonts w:ascii="Calibri" w:hAnsi="Calibri" w:cs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2014855</wp:posOffset>
                </wp:positionV>
                <wp:extent cx="895350" cy="342900"/>
                <wp:effectExtent l="28575" t="28575" r="28575" b="2857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715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2D97F7" id="AutoShape 19" o:spid="_x0000_s1026" style="position:absolute;margin-left:265.5pt;margin-top:158.65pt;width:70.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" filled="f" strokecolor="#7f7f7f [1612]" strokeweight="4.5pt">
                <v:stroke dashstyle="1 1"/>
              </v:roundrect>
            </w:pict>
          </mc:Fallback>
        </mc:AlternateContent>
      </w:r>
      <w:r>
        <w:rPr>
          <w:rFonts w:ascii="Calibri" w:hAnsi="Calibri" w:cs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548005</wp:posOffset>
                </wp:positionV>
                <wp:extent cx="895350" cy="342900"/>
                <wp:effectExtent l="28575" t="28575" r="28575" b="2857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715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550831" id="AutoShape 17" o:spid="_x0000_s1026" style="position:absolute;margin-left:265.5pt;margin-top:43.15pt;width:70.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" filled="f" strokecolor="#7f7f7f [1612]" strokeweight="4.5pt"/>
            </w:pict>
          </mc:Fallback>
        </mc:AlternateContent>
      </w:r>
      <w:r w:rsidR="00C8676B" w:rsidRPr="00C8676B">
        <w:rPr>
          <w:rFonts w:ascii="Calibri" w:hAnsi="Calibri" w:cs="Calibri"/>
          <w:b/>
          <w:sz w:val="24"/>
        </w:rPr>
        <w:t xml:space="preserve">Go to </w:t>
      </w:r>
      <w:hyperlink r:id="rId10" w:history="1">
        <w:r w:rsidR="00C8676B" w:rsidRPr="00C8676B">
          <w:rPr>
            <w:rStyle w:val="Hyperlink"/>
            <w:rFonts w:ascii="Calibri" w:hAnsi="Calibri" w:cs="Calibri"/>
            <w:b/>
            <w:sz w:val="24"/>
          </w:rPr>
          <w:t>khanacademy.org</w:t>
        </w:r>
      </w:hyperlink>
      <w:r w:rsidR="00C8676B" w:rsidRPr="00C8676B">
        <w:rPr>
          <w:rFonts w:ascii="Calibri" w:hAnsi="Calibri" w:cs="Calibri"/>
        </w:rPr>
        <w:t>, click “Login,” &amp; click “</w:t>
      </w:r>
      <w:r w:rsidR="00C8676B" w:rsidRPr="00C8676B">
        <w:rPr>
          <w:rFonts w:ascii="Calibri" w:hAnsi="Calibri" w:cs="Calibri"/>
          <w:b/>
        </w:rPr>
        <w:t>Google</w:t>
      </w:r>
      <w:r w:rsidR="00C8676B" w:rsidRPr="00C8676B">
        <w:rPr>
          <w:rFonts w:ascii="Calibri" w:hAnsi="Calibri" w:cs="Calibri"/>
        </w:rPr>
        <w:t>” to log in – NOT the login on the right</w:t>
      </w:r>
      <w:r w:rsidR="00C8676B">
        <w:rPr>
          <w:rFonts w:ascii="Calibri" w:hAnsi="Calibri" w:cs="Calibri"/>
        </w:rPr>
        <w:t>. Use your Muchin email. If you can’t log in, click “Forgot Password” and it will be emailed to you.</w:t>
      </w:r>
    </w:p>
    <w:p w:rsidR="00C8676B" w:rsidRPr="00C8676B" w:rsidRDefault="00DC56E3" w:rsidP="00C8676B">
      <w:pPr>
        <w:numPr>
          <w:ilvl w:val="0"/>
          <w:numId w:val="3"/>
        </w:numPr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193675</wp:posOffset>
                </wp:positionV>
                <wp:extent cx="409575" cy="390525"/>
                <wp:effectExtent l="19050" t="76200" r="76200" b="19050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9575" cy="3905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C93F4" id="AutoShape 18" o:spid="_x0000_s1026" type="#_x0000_t32" style="position:absolute;margin-left:249pt;margin-top:15.25pt;width:32.25pt;height:30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" strokecolor="#7f7f7f [1612]" strokeweight="3pt">
                <v:stroke endarrow="block"/>
              </v:shape>
            </w:pict>
          </mc:Fallback>
        </mc:AlternateContent>
      </w:r>
      <w:r w:rsidR="00C8676B" w:rsidRPr="00C8676B">
        <w:rPr>
          <w:rFonts w:ascii="Calibri" w:hAnsi="Calibri" w:cs="Calibri"/>
        </w:rPr>
        <w:t xml:space="preserve">Click the little </w:t>
      </w:r>
      <w:r w:rsidR="00C8676B" w:rsidRPr="00C8676B">
        <w:rPr>
          <w:rFonts w:ascii="Calibri" w:hAnsi="Calibri" w:cs="Calibri"/>
          <w:b/>
        </w:rPr>
        <w:t>bell</w:t>
      </w:r>
      <w:r w:rsidR="00C8676B" w:rsidRPr="00C8676B">
        <w:rPr>
          <w:rFonts w:ascii="Calibri" w:hAnsi="Calibri" w:cs="Calibri"/>
        </w:rPr>
        <w:t xml:space="preserve"> to see your assignment. </w:t>
      </w:r>
      <w:r w:rsidR="00C8676B">
        <w:rPr>
          <w:rFonts w:ascii="Calibri" w:hAnsi="Calibri" w:cs="Calibri"/>
        </w:rPr>
        <w:br/>
      </w:r>
      <w:r w:rsidR="00C8676B" w:rsidRPr="00C8676B">
        <w:rPr>
          <w:rFonts w:ascii="Calibri" w:hAnsi="Calibri" w:cs="Calibri"/>
        </w:rPr>
        <w:t xml:space="preserve">(If you don’t see it, use the </w:t>
      </w:r>
      <w:r w:rsidR="00C8676B" w:rsidRPr="00C8676B">
        <w:rPr>
          <w:rFonts w:ascii="Calibri" w:hAnsi="Calibri" w:cs="Calibri"/>
          <w:b/>
        </w:rPr>
        <w:t>search</w:t>
      </w:r>
      <w:r w:rsidR="00C8676B">
        <w:rPr>
          <w:rFonts w:ascii="Calibri" w:hAnsi="Calibri" w:cs="Calibri"/>
          <w:b/>
        </w:rPr>
        <w:t xml:space="preserve"> box</w:t>
      </w:r>
      <w:r w:rsidR="00C8676B" w:rsidRPr="00C8676B">
        <w:rPr>
          <w:rFonts w:ascii="Calibri" w:hAnsi="Calibri" w:cs="Calibri"/>
        </w:rPr>
        <w:t xml:space="preserve"> </w:t>
      </w:r>
      <w:r w:rsidR="00C8676B">
        <w:rPr>
          <w:rFonts w:ascii="Calibri" w:hAnsi="Calibri" w:cs="Calibri"/>
        </w:rPr>
        <w:t>at the top</w:t>
      </w:r>
      <w:r w:rsidR="00C8676B">
        <w:rPr>
          <w:rFonts w:ascii="Calibri" w:hAnsi="Calibri" w:cs="Calibri"/>
        </w:rPr>
        <w:br/>
      </w:r>
      <w:r w:rsidR="00C8676B" w:rsidRPr="00C8676B">
        <w:rPr>
          <w:rFonts w:ascii="Calibri" w:hAnsi="Calibri" w:cs="Calibri"/>
        </w:rPr>
        <w:t>to find “pythagorean theorem</w:t>
      </w:r>
      <w:r w:rsidR="00C8676B" w:rsidRPr="00C8676B">
        <w:rPr>
          <w:rFonts w:ascii="Calibri" w:hAnsi="Calibri" w:cs="Calibri"/>
          <w:b/>
        </w:rPr>
        <w:t>”</w:t>
      </w:r>
      <w:r w:rsidR="00C8676B" w:rsidRPr="00C8676B">
        <w:rPr>
          <w:rFonts w:ascii="Calibri" w:hAnsi="Calibri" w:cs="Calibri"/>
        </w:rPr>
        <w:t>)</w:t>
      </w:r>
    </w:p>
    <w:p w:rsidR="00C8676B" w:rsidRPr="00C8676B" w:rsidRDefault="00C8676B" w:rsidP="00C8676B">
      <w:pPr>
        <w:numPr>
          <w:ilvl w:val="0"/>
          <w:numId w:val="3"/>
        </w:numPr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t>Watch</w:t>
      </w:r>
      <w:r w:rsidR="00786030">
        <w:rPr>
          <w:rFonts w:ascii="Calibri" w:hAnsi="Calibri" w:cs="Calibri"/>
        </w:rPr>
        <w:t xml:space="preserve"> the 10-minute video called</w:t>
      </w:r>
      <w:r>
        <w:rPr>
          <w:rFonts w:ascii="Calibri" w:hAnsi="Calibri" w:cs="Calibri"/>
        </w:rPr>
        <w:t xml:space="preserve"> </w:t>
      </w:r>
      <w:r w:rsidR="00786030">
        <w:rPr>
          <w:rFonts w:ascii="Calibri" w:hAnsi="Calibri" w:cs="Calibri"/>
        </w:rPr>
        <w:br/>
      </w:r>
      <w:r>
        <w:rPr>
          <w:rFonts w:ascii="Calibri" w:hAnsi="Calibri" w:cs="Calibri"/>
        </w:rPr>
        <w:t>“</w:t>
      </w:r>
      <w:r w:rsidRPr="00C8676B">
        <w:rPr>
          <w:rFonts w:ascii="Calibri" w:hAnsi="Calibri" w:cs="Calibri"/>
          <w:b/>
        </w:rPr>
        <w:t xml:space="preserve">Pythagorean theorem </w:t>
      </w:r>
      <w:r w:rsidRPr="00C8676B">
        <w:rPr>
          <w:rFonts w:ascii="Calibri" w:hAnsi="Calibri" w:cs="Calibri"/>
          <w:b/>
          <w:u w:val="single"/>
        </w:rPr>
        <w:t>intro</w:t>
      </w:r>
      <w:r>
        <w:rPr>
          <w:rFonts w:ascii="Calibri" w:hAnsi="Calibri" w:cs="Calibri"/>
        </w:rPr>
        <w:t xml:space="preserve">” </w:t>
      </w:r>
      <w:r w:rsidRPr="00786030">
        <w:rPr>
          <w:rFonts w:ascii="Calibri" w:hAnsi="Calibri" w:cs="Calibri"/>
          <w:i/>
        </w:rPr>
        <w:t>(2</w:t>
      </w:r>
      <w:r w:rsidRPr="00786030">
        <w:rPr>
          <w:rFonts w:ascii="Calibri" w:hAnsi="Calibri" w:cs="Calibri"/>
          <w:i/>
          <w:vertAlign w:val="superscript"/>
        </w:rPr>
        <w:t>nd</w:t>
      </w:r>
      <w:r w:rsidRPr="00786030">
        <w:rPr>
          <w:rFonts w:ascii="Calibri" w:hAnsi="Calibri" w:cs="Calibri"/>
          <w:i/>
        </w:rPr>
        <w:t xml:space="preserve"> video</w:t>
      </w:r>
      <w:r w:rsidR="00786030" w:rsidRPr="00786030">
        <w:rPr>
          <w:rFonts w:ascii="Calibri" w:hAnsi="Calibri" w:cs="Calibri"/>
          <w:i/>
        </w:rPr>
        <w:t>, not 1</w:t>
      </w:r>
      <w:r w:rsidR="00786030" w:rsidRPr="00786030">
        <w:rPr>
          <w:rFonts w:ascii="Calibri" w:hAnsi="Calibri" w:cs="Calibri"/>
          <w:i/>
          <w:vertAlign w:val="superscript"/>
        </w:rPr>
        <w:t>st</w:t>
      </w:r>
      <w:r w:rsidRPr="00786030">
        <w:rPr>
          <w:rFonts w:ascii="Calibri" w:hAnsi="Calibri" w:cs="Calibri"/>
          <w:i/>
        </w:rPr>
        <w:t>)</w:t>
      </w:r>
    </w:p>
    <w:p w:rsidR="00786030" w:rsidRDefault="00786030" w:rsidP="00786030">
      <w:pPr>
        <w:numPr>
          <w:ilvl w:val="0"/>
          <w:numId w:val="3"/>
        </w:numPr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t>Answer the questions below on the video.</w:t>
      </w:r>
    </w:p>
    <w:p w:rsidR="00D7361F" w:rsidRPr="00786030" w:rsidRDefault="00DC56E3" w:rsidP="00D7361F">
      <w:pPr>
        <w:numPr>
          <w:ilvl w:val="0"/>
          <w:numId w:val="3"/>
        </w:numPr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132080</wp:posOffset>
                </wp:positionV>
                <wp:extent cx="590550" cy="203200"/>
                <wp:effectExtent l="19050" t="19050" r="57150" b="92075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2032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532AF" id="AutoShape 23" o:spid="_x0000_s1026" type="#_x0000_t32" style="position:absolute;margin-left:219pt;margin-top:10.4pt;width:46.5pt;height:1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" strokecolor="#7f7f7f [1612]" strokeweight="3pt">
                <v:stroke dashstyle="1 1" endarrow="block"/>
              </v:shape>
            </w:pict>
          </mc:Fallback>
        </mc:AlternateContent>
      </w:r>
      <w:r w:rsidR="00D7361F">
        <w:rPr>
          <w:rFonts w:ascii="Calibri" w:hAnsi="Calibri" w:cs="Calibri"/>
        </w:rPr>
        <w:t xml:space="preserve">Finish </w:t>
      </w:r>
      <w:r w:rsidR="00D7361F" w:rsidRPr="00C8676B">
        <w:rPr>
          <w:rFonts w:ascii="Calibri" w:hAnsi="Calibri" w:cs="Calibri"/>
          <w:u w:val="single"/>
        </w:rPr>
        <w:t>5 problems</w:t>
      </w:r>
      <w:r w:rsidR="00D7361F">
        <w:rPr>
          <w:rFonts w:ascii="Calibri" w:hAnsi="Calibri" w:cs="Calibri"/>
        </w:rPr>
        <w:t xml:space="preserve"> on </w:t>
      </w:r>
      <w:r w:rsidR="00D7361F" w:rsidRPr="00C8676B">
        <w:rPr>
          <w:rFonts w:ascii="Calibri" w:hAnsi="Calibri" w:cs="Calibri"/>
          <w:b/>
          <w:u w:val="single"/>
        </w:rPr>
        <w:t>Pythagorean theorem</w:t>
      </w:r>
      <w:r w:rsidR="00D7361F">
        <w:rPr>
          <w:rFonts w:ascii="Calibri" w:hAnsi="Calibri" w:cs="Calibri"/>
        </w:rPr>
        <w:t xml:space="preserve"> </w:t>
      </w:r>
      <w:r w:rsidR="00D7361F">
        <w:rPr>
          <w:rFonts w:ascii="Calibri" w:hAnsi="Calibri" w:cs="Calibri"/>
        </w:rPr>
        <w:br/>
      </w:r>
      <w:r w:rsidR="00D7361F" w:rsidRPr="00D7361F">
        <w:rPr>
          <w:rFonts w:ascii="Calibri" w:hAnsi="Calibri" w:cs="Calibri"/>
          <w:i/>
          <w:sz w:val="20"/>
        </w:rPr>
        <w:t xml:space="preserve">(5 </w:t>
      </w:r>
      <w:r w:rsidR="00D7361F" w:rsidRPr="00D7361F">
        <w:rPr>
          <w:rFonts w:ascii="Calibri" w:hAnsi="Calibri" w:cs="Calibri"/>
          <w:i/>
          <w:sz w:val="20"/>
          <w:u w:val="single"/>
        </w:rPr>
        <w:t>total</w:t>
      </w:r>
      <w:r w:rsidR="00D7361F" w:rsidRPr="00D7361F">
        <w:rPr>
          <w:rFonts w:ascii="Calibri" w:hAnsi="Calibri" w:cs="Calibri"/>
          <w:i/>
          <w:sz w:val="20"/>
        </w:rPr>
        <w:t xml:space="preserve">; getting 5-in-a-row correct is </w:t>
      </w:r>
      <w:r w:rsidR="00D7361F" w:rsidRPr="00D7361F">
        <w:rPr>
          <w:rFonts w:ascii="Calibri" w:hAnsi="Calibri" w:cs="Calibri"/>
          <w:i/>
          <w:sz w:val="20"/>
          <w:u w:val="single"/>
        </w:rPr>
        <w:t>not</w:t>
      </w:r>
      <w:r w:rsidR="00D7361F" w:rsidRPr="00D7361F">
        <w:rPr>
          <w:rFonts w:ascii="Calibri" w:hAnsi="Calibri" w:cs="Calibri"/>
          <w:i/>
          <w:sz w:val="20"/>
        </w:rPr>
        <w:t xml:space="preserve"> required)</w:t>
      </w:r>
    </w:p>
    <w:p w:rsidR="00C8676B" w:rsidRDefault="00C8676B" w:rsidP="00C8676B">
      <w:pP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952D64" w:rsidRDefault="00952D64" w:rsidP="00C8676B">
      <w:pPr>
        <w:tabs>
          <w:tab w:val="left" w:pos="8565"/>
        </w:tabs>
        <w:outlineLvl w:val="0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VIDEO QUESTIONS:</w:t>
      </w:r>
    </w:p>
    <w:p w:rsidR="00C8676B" w:rsidRPr="00DC56E3" w:rsidRDefault="00952D64" w:rsidP="00DC56E3">
      <w:pPr>
        <w:tabs>
          <w:tab w:val="left" w:pos="8565"/>
        </w:tabs>
        <w:outlineLvl w:val="0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(answer on loose leaf in complete sentences)</w:t>
      </w:r>
    </w:p>
    <w:p w:rsidR="00DC56E3" w:rsidRDefault="00C8676B" w:rsidP="00DC56E3">
      <w:pPr>
        <w:pStyle w:val="ListParagraph"/>
        <w:numPr>
          <w:ilvl w:val="0"/>
          <w:numId w:val="4"/>
        </w:numPr>
        <w:tabs>
          <w:tab w:val="left" w:pos="8565"/>
        </w:tabs>
        <w:outlineLvl w:val="0"/>
        <w:rPr>
          <w:rFonts w:ascii="Calibri" w:hAnsi="Calibri" w:cs="Calibri"/>
        </w:rPr>
      </w:pPr>
      <w:r w:rsidRPr="00DC56E3">
        <w:rPr>
          <w:rFonts w:ascii="Calibri" w:hAnsi="Calibri" w:cs="Calibri"/>
        </w:rPr>
        <w:t>What is the only kind of triangle that the Pythagorean Theorem works for?</w:t>
      </w:r>
      <w:r w:rsidR="00DC56E3">
        <w:rPr>
          <w:rFonts w:ascii="Calibri" w:hAnsi="Calibri" w:cs="Calibri"/>
        </w:rPr>
        <w:br/>
      </w:r>
    </w:p>
    <w:p w:rsidR="00DC56E3" w:rsidRDefault="00952D64" w:rsidP="00DC56E3">
      <w:pPr>
        <w:pStyle w:val="ListParagraph"/>
        <w:numPr>
          <w:ilvl w:val="0"/>
          <w:numId w:val="4"/>
        </w:numPr>
        <w:tabs>
          <w:tab w:val="left" w:pos="8565"/>
        </w:tabs>
        <w:outlineLvl w:val="0"/>
        <w:rPr>
          <w:rFonts w:ascii="Calibri" w:hAnsi="Calibri" w:cs="Calibri"/>
        </w:rPr>
      </w:pPr>
      <w:r w:rsidRPr="00DC56E3">
        <w:rPr>
          <w:rFonts w:ascii="Calibri" w:hAnsi="Calibri" w:cs="Calibri"/>
        </w:rPr>
        <w:t>How does Mr. Khan say you can identify the hypotenuse?</w:t>
      </w:r>
    </w:p>
    <w:p w:rsidR="00DC56E3" w:rsidRDefault="00DC56E3" w:rsidP="00DC56E3">
      <w:pPr>
        <w:pStyle w:val="ListParagraph"/>
        <w:tabs>
          <w:tab w:val="left" w:pos="8565"/>
        </w:tabs>
        <w:outlineLvl w:val="0"/>
        <w:rPr>
          <w:rFonts w:ascii="Calibri" w:hAnsi="Calibri" w:cs="Calibri"/>
        </w:rPr>
      </w:pPr>
    </w:p>
    <w:p w:rsidR="00DC56E3" w:rsidRDefault="00C8676B" w:rsidP="00DC56E3">
      <w:pPr>
        <w:pStyle w:val="ListParagraph"/>
        <w:numPr>
          <w:ilvl w:val="0"/>
          <w:numId w:val="4"/>
        </w:numPr>
        <w:tabs>
          <w:tab w:val="left" w:pos="8565"/>
        </w:tabs>
        <w:outlineLvl w:val="0"/>
        <w:rPr>
          <w:rFonts w:ascii="Calibri" w:hAnsi="Calibri" w:cs="Calibri"/>
        </w:rPr>
      </w:pPr>
      <w:r w:rsidRPr="00DC56E3">
        <w:rPr>
          <w:rFonts w:ascii="Calibri" w:hAnsi="Calibri" w:cs="Calibri"/>
        </w:rPr>
        <w:t xml:space="preserve">How many sides of the triangle do you have to know in order to use the Pythagorean Theorem? </w:t>
      </w:r>
    </w:p>
    <w:p w:rsidR="00DC56E3" w:rsidRPr="00DC56E3" w:rsidRDefault="00DC56E3" w:rsidP="00DC56E3">
      <w:pPr>
        <w:pStyle w:val="ListParagraph"/>
        <w:rPr>
          <w:rFonts w:ascii="Calibri" w:hAnsi="Calibri" w:cs="Calibri"/>
        </w:rPr>
      </w:pPr>
    </w:p>
    <w:p w:rsidR="006103C3" w:rsidRPr="00DC56E3" w:rsidRDefault="006103C3" w:rsidP="00DC56E3">
      <w:pPr>
        <w:pStyle w:val="ListParagraph"/>
        <w:numPr>
          <w:ilvl w:val="0"/>
          <w:numId w:val="4"/>
        </w:numPr>
        <w:tabs>
          <w:tab w:val="left" w:pos="8565"/>
        </w:tabs>
        <w:outlineLvl w:val="0"/>
        <w:rPr>
          <w:rFonts w:ascii="Calibri" w:hAnsi="Calibri" w:cs="Calibri"/>
        </w:rPr>
      </w:pPr>
      <w:r w:rsidRPr="00DC56E3">
        <w:rPr>
          <w:rFonts w:ascii="Calibri" w:hAnsi="Calibri" w:cs="Calibri"/>
        </w:rPr>
        <w:t xml:space="preserve">How does Mr. Khan simplify the square root of 108? </w:t>
      </w:r>
      <w:r w:rsidRPr="00DC56E3">
        <w:rPr>
          <w:rFonts w:ascii="Calibri" w:hAnsi="Calibri" w:cs="Calibri"/>
          <w:i/>
        </w:rPr>
        <w:t xml:space="preserve">(Show the work as he did it.) </w:t>
      </w:r>
    </w:p>
    <w:p w:rsidR="00C8676B" w:rsidRDefault="00C8676B" w:rsidP="00C8676B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952D64" w:rsidRPr="00952D64" w:rsidRDefault="00952D64" w:rsidP="00C8676B">
      <w:pPr>
        <w:tabs>
          <w:tab w:val="left" w:pos="8565"/>
        </w:tabs>
        <w:outlineLvl w:val="0"/>
        <w:rPr>
          <w:rFonts w:ascii="Calibri" w:hAnsi="Calibri" w:cs="Calibri"/>
          <w:u w:val="single"/>
        </w:rPr>
      </w:pPr>
      <w:r w:rsidRPr="00952D64">
        <w:rPr>
          <w:rFonts w:ascii="Calibri" w:hAnsi="Calibri" w:cs="Calibri"/>
          <w:u w:val="single"/>
        </w:rPr>
        <w:t>LABEL (on this sheet):</w:t>
      </w:r>
    </w:p>
    <w:p w:rsidR="00C8676B" w:rsidRDefault="00DC56E3" w:rsidP="00C8676B">
      <w:pPr>
        <w:tabs>
          <w:tab w:val="left" w:pos="8565"/>
        </w:tabs>
        <w:outlineLvl w:val="0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173990</wp:posOffset>
                </wp:positionV>
                <wp:extent cx="914400" cy="571500"/>
                <wp:effectExtent l="209550" t="0" r="209550" b="110490"/>
                <wp:wrapThrough wrapText="bothSides">
                  <wp:wrapPolygon edited="0">
                    <wp:start x="20940" y="840"/>
                    <wp:lineTo x="-930" y="20160"/>
                    <wp:lineTo x="-780" y="21936"/>
                    <wp:lineTo x="10440" y="31896"/>
                    <wp:lineTo x="11760" y="31824"/>
                    <wp:lineTo x="18705" y="12456"/>
                    <wp:lineTo x="22245" y="768"/>
                    <wp:lineTo x="20940" y="840"/>
                  </wp:wrapPolygon>
                </wp:wrapThrough>
                <wp:docPr id="4" name="Right Tri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660989">
                          <a:off x="0" y="0"/>
                          <a:ext cx="914400" cy="571500"/>
                        </a:xfrm>
                        <a:prstGeom prst="rtTriangle">
                          <a:avLst/>
                        </a:prstGeom>
                        <a:gradFill rotWithShape="1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039238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3" o:spid="_x0000_s1026" type="#_x0000_t6" style="position:absolute;margin-left:372pt;margin-top:13.7pt;width:1in;height:45pt;rotation:-399877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" fillcolor="#9bc1ff" strokecolor="#4a7ebb">
                <v:fill color2="#3f80cd" rotate="t" focus="100%" type="gradient">
                  <o:fill v:ext="view" type="gradientUnscaled"/>
                </v:fill>
                <v:shadow on="t" opacity="22936f" origin=",.5" offset="0,.63889mm"/>
                <w10:wrap type="through"/>
              </v:shape>
            </w:pict>
          </mc:Fallback>
        </mc:AlternateContent>
      </w:r>
      <w:r w:rsidR="000C0C6C">
        <w:rPr>
          <w:rFonts w:ascii="Calibri" w:hAnsi="Calibri" w:cs="Calibri"/>
        </w:rPr>
        <w:t xml:space="preserve">A) </w:t>
      </w:r>
      <w:r w:rsidR="00C8676B">
        <w:rPr>
          <w:rFonts w:ascii="Calibri" w:hAnsi="Calibri" w:cs="Calibri"/>
        </w:rPr>
        <w:t>Label the following Triangles’ hypotenuse (assume all are right triangles).</w:t>
      </w:r>
    </w:p>
    <w:p w:rsidR="00C8676B" w:rsidRDefault="00DC56E3" w:rsidP="00C8676B">
      <w:pPr>
        <w:tabs>
          <w:tab w:val="left" w:pos="8565"/>
        </w:tabs>
        <w:outlineLvl w:val="0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60325</wp:posOffset>
                </wp:positionV>
                <wp:extent cx="1371600" cy="685800"/>
                <wp:effectExtent l="9525" t="13335" r="28575" b="24765"/>
                <wp:wrapThrough wrapText="bothSides">
                  <wp:wrapPolygon edited="0">
                    <wp:start x="-300" y="0"/>
                    <wp:lineTo x="-450" y="900"/>
                    <wp:lineTo x="-450" y="23100"/>
                    <wp:lineTo x="22050" y="23100"/>
                    <wp:lineTo x="22200" y="21900"/>
                    <wp:lineTo x="21750" y="21000"/>
                    <wp:lineTo x="600" y="0"/>
                    <wp:lineTo x="-300" y="0"/>
                  </wp:wrapPolygon>
                </wp:wrapThrough>
                <wp:docPr id="3" name="Right Tri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tTriangle">
                          <a:avLst/>
                        </a:prstGeom>
                        <a:gradFill rotWithShape="1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DE4EF" id="Right Triangle 1" o:spid="_x0000_s1026" type="#_x0000_t6" style="position:absolute;margin-left:30pt;margin-top:4.75pt;width:108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" fillcolor="#9bc1ff" strokecolor="#4a7ebb">
                <v:fill color2="#3f80cd" rotate="t" focus="100%" type="gradient">
                  <o:fill v:ext="view" type="gradientUnscaled"/>
                </v:fill>
                <v:shadow on="t" opacity="22936f" origin=",.5" offset="0,.63889mm"/>
                <w10:wrap type="through"/>
              </v:shape>
            </w:pict>
          </mc:Fallback>
        </mc:AlternateContent>
      </w:r>
    </w:p>
    <w:p w:rsidR="00C8676B" w:rsidRDefault="00C8676B" w:rsidP="00C8676B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C8676B" w:rsidRDefault="00DC56E3" w:rsidP="00C8676B">
      <w:pPr>
        <w:tabs>
          <w:tab w:val="left" w:pos="8565"/>
        </w:tabs>
        <w:outlineLvl w:val="0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5715</wp:posOffset>
                </wp:positionV>
                <wp:extent cx="1214755" cy="452120"/>
                <wp:effectExtent l="76200" t="223520" r="71120" b="0"/>
                <wp:wrapSquare wrapText="bothSides"/>
                <wp:docPr id="2" name="Right Tri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476812">
                          <a:off x="0" y="0"/>
                          <a:ext cx="1214755" cy="452120"/>
                        </a:xfrm>
                        <a:prstGeom prst="rtTriangle">
                          <a:avLst/>
                        </a:prstGeom>
                        <a:gradFill rotWithShape="1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2990" dir="20759965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7FD37" id="Right Triangle 2" o:spid="_x0000_s1026" type="#_x0000_t6" style="position:absolute;margin-left:192pt;margin-top:.45pt;width:95.65pt;height:35.6pt;rotation:1035120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" fillcolor="#9bc1ff" strokecolor="#4a7ebb">
                <v:fill color2="#3f80cd" rotate="t" focus="100%" type="gradient">
                  <o:fill v:ext="view" type="gradientUnscaled"/>
                </v:fill>
                <v:shadow on="t" opacity="22936f" origin=",.5" offset=".61964mm,-.1545mm"/>
                <w10:wrap type="square"/>
              </v:shape>
            </w:pict>
          </mc:Fallback>
        </mc:AlternateContent>
      </w:r>
    </w:p>
    <w:p w:rsidR="00C8676B" w:rsidRDefault="00C8676B" w:rsidP="00C8676B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C8676B" w:rsidRDefault="00C8676B" w:rsidP="00C8676B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C8676B" w:rsidRDefault="000C0C6C" w:rsidP="00C8676B">
      <w:pPr>
        <w:tabs>
          <w:tab w:val="left" w:pos="8565"/>
        </w:tabs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</w:t>
      </w:r>
      <w:r w:rsidR="00C8676B">
        <w:rPr>
          <w:rFonts w:ascii="Calibri" w:hAnsi="Calibri" w:cs="Calibri"/>
        </w:rPr>
        <w:t xml:space="preserve">What side is always the hypotenuse? </w:t>
      </w:r>
      <w:r w:rsidR="00881A4B">
        <w:rPr>
          <w:rFonts w:ascii="Calibri" w:hAnsi="Calibri" w:cs="Calibri"/>
        </w:rPr>
        <w:t xml:space="preserve"> (explain below)</w:t>
      </w:r>
    </w:p>
    <w:p w:rsidR="00C8676B" w:rsidRDefault="00C8676B" w:rsidP="00C8676B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C8676B" w:rsidRDefault="00C8676B" w:rsidP="00C8676B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C8676B" w:rsidRPr="000C0C6C" w:rsidRDefault="000C0C6C" w:rsidP="00C8676B">
      <w:pPr>
        <w:tabs>
          <w:tab w:val="left" w:pos="8565"/>
        </w:tabs>
        <w:outlineLvl w:val="0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PROBLEMS (work in your notebook again):</w:t>
      </w:r>
      <w:r>
        <w:rPr>
          <w:rFonts w:ascii="Calibri" w:hAnsi="Calibri" w:cs="Calibri"/>
        </w:rPr>
        <w:t xml:space="preserve"> </w:t>
      </w:r>
    </w:p>
    <w:p w:rsidR="000C0C6C" w:rsidRDefault="000C0C6C" w:rsidP="000C0C6C">
      <w:pPr>
        <w:tabs>
          <w:tab w:val="left" w:pos="8565"/>
        </w:tabs>
        <w:ind w:left="180" w:hanging="180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I.  Each problem below gives the lenghts of the three sies of a right triangle. STEPS: (A) Draw a triangle, marking the right angle. (B) Label each side with the name (a, b, c) AND the measure. (C) Find the length of the hypotenuse (side c).</w:t>
      </w:r>
    </w:p>
    <w:p w:rsidR="000C0C6C" w:rsidRDefault="000C0C6C" w:rsidP="000C0C6C">
      <w:pPr>
        <w:tabs>
          <w:tab w:val="left" w:pos="8565"/>
        </w:tabs>
        <w:ind w:left="180" w:hanging="180"/>
        <w:outlineLvl w:val="0"/>
        <w:rPr>
          <w:rFonts w:ascii="Calibri" w:hAnsi="Calibri" w:cs="Calibri"/>
        </w:rPr>
      </w:pPr>
    </w:p>
    <w:p w:rsidR="000C0C6C" w:rsidRDefault="000C0C6C" w:rsidP="000C0C6C">
      <w:pPr>
        <w:ind w:left="180" w:hanging="180"/>
        <w:outlineLvl w:val="0"/>
        <w:rPr>
          <w:rFonts w:ascii="Calibri" w:hAnsi="Calibri" w:cs="Calibri"/>
        </w:rPr>
      </w:pPr>
      <w:r w:rsidRPr="00D7361F">
        <w:rPr>
          <w:rFonts w:ascii="Calibri" w:hAnsi="Calibri" w:cs="Calibri"/>
          <w:lang w:val="fr-CA"/>
        </w:rPr>
        <w:t>(</w:t>
      </w:r>
      <w:r w:rsidR="00DC56E3">
        <w:rPr>
          <w:rFonts w:ascii="Calibri" w:hAnsi="Calibri" w:cs="Calibri"/>
          <w:lang w:val="fr-CA"/>
        </w:rPr>
        <w:t>5</w:t>
      </w:r>
      <w:r w:rsidRPr="00D7361F">
        <w:rPr>
          <w:rFonts w:ascii="Calibri" w:hAnsi="Calibri" w:cs="Calibri"/>
          <w:lang w:val="fr-CA"/>
        </w:rPr>
        <w:t>) sides</w:t>
      </w:r>
      <w:r w:rsidR="00992062" w:rsidRPr="00D7361F">
        <w:rPr>
          <w:rFonts w:ascii="Calibri" w:hAnsi="Calibri" w:cs="Calibri"/>
          <w:lang w:val="fr-CA"/>
        </w:rPr>
        <w:t xml:space="preserve"> 12, 16, [c?]</w:t>
      </w:r>
      <w:r w:rsidRPr="00D7361F">
        <w:rPr>
          <w:rFonts w:ascii="Calibri" w:hAnsi="Calibri" w:cs="Calibri"/>
          <w:lang w:val="fr-CA"/>
        </w:rPr>
        <w:tab/>
      </w:r>
      <w:r w:rsidR="00992062" w:rsidRPr="00D7361F">
        <w:rPr>
          <w:rFonts w:ascii="Calibri" w:hAnsi="Calibri" w:cs="Calibri"/>
          <w:lang w:val="fr-CA"/>
        </w:rPr>
        <w:tab/>
      </w:r>
      <w:r w:rsidR="00DC56E3">
        <w:rPr>
          <w:rFonts w:ascii="Calibri" w:hAnsi="Calibri" w:cs="Calibri"/>
          <w:lang w:val="fr-CA"/>
        </w:rPr>
        <w:t>(6</w:t>
      </w:r>
      <w:r w:rsidRPr="00D7361F">
        <w:rPr>
          <w:rFonts w:ascii="Calibri" w:hAnsi="Calibri" w:cs="Calibri"/>
          <w:lang w:val="fr-CA"/>
        </w:rPr>
        <w:t xml:space="preserve">) sides </w:t>
      </w:r>
      <w:r w:rsidR="00DC56E3">
        <w:rPr>
          <w:rFonts w:ascii="Calibri" w:hAnsi="Calibri" w:cs="Calibri"/>
          <w:lang w:val="fr-CA"/>
        </w:rPr>
        <w:t>7, 24, [c?]</w:t>
      </w:r>
      <w:r w:rsidR="00DC56E3">
        <w:rPr>
          <w:rFonts w:ascii="Calibri" w:hAnsi="Calibri" w:cs="Calibri"/>
          <w:lang w:val="fr-CA"/>
        </w:rPr>
        <w:tab/>
      </w:r>
      <w:r w:rsidR="00DC56E3">
        <w:rPr>
          <w:rFonts w:ascii="Calibri" w:hAnsi="Calibri" w:cs="Calibri"/>
          <w:lang w:val="fr-CA"/>
        </w:rPr>
        <w:tab/>
        <w:t>(7</w:t>
      </w:r>
      <w:r w:rsidR="00992062" w:rsidRPr="00D7361F">
        <w:rPr>
          <w:rFonts w:ascii="Calibri" w:hAnsi="Calibri" w:cs="Calibri"/>
          <w:lang w:val="fr-CA"/>
        </w:rPr>
        <w:t>) sides 4, 6, [c?]</w:t>
      </w:r>
      <w:r w:rsidR="00992062" w:rsidRPr="00D7361F">
        <w:rPr>
          <w:rFonts w:ascii="Calibri" w:hAnsi="Calibri" w:cs="Calibri"/>
          <w:lang w:val="fr-CA"/>
        </w:rPr>
        <w:tab/>
      </w:r>
      <w:r w:rsidR="00992062" w:rsidRPr="00D7361F">
        <w:rPr>
          <w:rFonts w:ascii="Calibri" w:hAnsi="Calibri" w:cs="Calibri"/>
          <w:lang w:val="fr-CA"/>
        </w:rPr>
        <w:tab/>
      </w:r>
    </w:p>
    <w:p w:rsidR="00992062" w:rsidRDefault="00992062" w:rsidP="000C0C6C">
      <w:pPr>
        <w:ind w:left="180" w:hanging="180"/>
        <w:outlineLvl w:val="0"/>
        <w:rPr>
          <w:rFonts w:ascii="Calibri" w:hAnsi="Calibri" w:cs="Calibri"/>
        </w:rPr>
      </w:pPr>
    </w:p>
    <w:p w:rsidR="00992062" w:rsidRDefault="00992062" w:rsidP="000C0C6C">
      <w:pPr>
        <w:ind w:left="180" w:hanging="180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II. Some triangle sides below ARE right triangles, and others are NOT. Show your work to decide if the sides are or a right triangle or not.</w:t>
      </w:r>
    </w:p>
    <w:p w:rsidR="00992062" w:rsidRDefault="00992062" w:rsidP="000C0C6C">
      <w:pPr>
        <w:ind w:left="180" w:hanging="180"/>
        <w:outlineLvl w:val="0"/>
        <w:rPr>
          <w:rFonts w:ascii="Calibri" w:hAnsi="Calibri" w:cs="Calibri"/>
        </w:rPr>
      </w:pPr>
    </w:p>
    <w:p w:rsidR="00992062" w:rsidRPr="000C0C6C" w:rsidRDefault="00DC56E3" w:rsidP="000C0C6C">
      <w:pPr>
        <w:ind w:left="180" w:hanging="180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(8</w:t>
      </w:r>
      <w:r w:rsidR="00992062">
        <w:rPr>
          <w:rFonts w:ascii="Calibri" w:hAnsi="Calibri" w:cs="Calibri"/>
        </w:rPr>
        <w:t>) sides 7, 12,</w:t>
      </w:r>
      <w:r>
        <w:rPr>
          <w:rFonts w:ascii="Calibri" w:hAnsi="Calibri" w:cs="Calibri"/>
        </w:rPr>
        <w:t xml:space="preserve"> 16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(9) sides 6, 8, 10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(10</w:t>
      </w:r>
      <w:r w:rsidR="00992062">
        <w:rPr>
          <w:rFonts w:ascii="Calibri" w:hAnsi="Calibri" w:cs="Calibri"/>
        </w:rPr>
        <w:t>) sides 9, 12, 15</w:t>
      </w:r>
      <w:r w:rsidR="00992062">
        <w:rPr>
          <w:rFonts w:ascii="Calibri" w:hAnsi="Calibri" w:cs="Calibri"/>
        </w:rPr>
        <w:tab/>
      </w:r>
      <w:r w:rsidR="00992062">
        <w:rPr>
          <w:rFonts w:ascii="Calibri" w:hAnsi="Calibri" w:cs="Calibri"/>
        </w:rPr>
        <w:tab/>
      </w:r>
    </w:p>
    <w:p w:rsidR="00C8676B" w:rsidRDefault="00C8676B" w:rsidP="00C8676B">
      <w:pPr>
        <w:tabs>
          <w:tab w:val="left" w:pos="8565"/>
        </w:tabs>
        <w:outlineLvl w:val="0"/>
        <w:rPr>
          <w:rFonts w:ascii="Calibri" w:hAnsi="Calibri" w:cs="Calibri"/>
        </w:rPr>
      </w:pPr>
    </w:p>
    <w:sectPr w:rsidR="00C8676B" w:rsidSect="008D1D28">
      <w:footerReference w:type="default" r:id="rId1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F8A" w:rsidRDefault="003E0F8A" w:rsidP="004A1C66">
      <w:r>
        <w:separator/>
      </w:r>
    </w:p>
  </w:endnote>
  <w:endnote w:type="continuationSeparator" w:id="0">
    <w:p w:rsidR="003E0F8A" w:rsidRDefault="003E0F8A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F8A" w:rsidRDefault="003E0F8A" w:rsidP="004A1C66">
      <w:r>
        <w:separator/>
      </w:r>
    </w:p>
  </w:footnote>
  <w:footnote w:type="continuationSeparator" w:id="0">
    <w:p w:rsidR="003E0F8A" w:rsidRDefault="003E0F8A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56156"/>
    <w:multiLevelType w:val="hybridMultilevel"/>
    <w:tmpl w:val="155CF0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90198"/>
    <w:multiLevelType w:val="hybridMultilevel"/>
    <w:tmpl w:val="8840A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6E3"/>
    <w:rsid w:val="000248E2"/>
    <w:rsid w:val="000C0C6C"/>
    <w:rsid w:val="001648C1"/>
    <w:rsid w:val="001B0A83"/>
    <w:rsid w:val="001C5B15"/>
    <w:rsid w:val="00242D79"/>
    <w:rsid w:val="00290E04"/>
    <w:rsid w:val="003B020F"/>
    <w:rsid w:val="003B785F"/>
    <w:rsid w:val="003E0F8A"/>
    <w:rsid w:val="004A1C66"/>
    <w:rsid w:val="004B270D"/>
    <w:rsid w:val="004D05E9"/>
    <w:rsid w:val="004E6D2D"/>
    <w:rsid w:val="005666CA"/>
    <w:rsid w:val="006103C3"/>
    <w:rsid w:val="00635C2C"/>
    <w:rsid w:val="0065474E"/>
    <w:rsid w:val="0066796F"/>
    <w:rsid w:val="00674044"/>
    <w:rsid w:val="006D24AE"/>
    <w:rsid w:val="006F5A5F"/>
    <w:rsid w:val="00786030"/>
    <w:rsid w:val="00846041"/>
    <w:rsid w:val="00881A4B"/>
    <w:rsid w:val="008D1D28"/>
    <w:rsid w:val="00934081"/>
    <w:rsid w:val="00952D64"/>
    <w:rsid w:val="00992062"/>
    <w:rsid w:val="009B59F1"/>
    <w:rsid w:val="009F11A5"/>
    <w:rsid w:val="00B53200"/>
    <w:rsid w:val="00C8676B"/>
    <w:rsid w:val="00CC6EFE"/>
    <w:rsid w:val="00CE4705"/>
    <w:rsid w:val="00D7361F"/>
    <w:rsid w:val="00DC56E3"/>
    <w:rsid w:val="00DD6332"/>
    <w:rsid w:val="00E5621B"/>
    <w:rsid w:val="00E973E4"/>
    <w:rsid w:val="00ED05F2"/>
    <w:rsid w:val="00F46080"/>
    <w:rsid w:val="00FF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5FF71B-504E-438B-9ADB-DEAD315A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867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file:///C:\Users\D.%20Gustafson\Dropbox\Geometry%202014%20-%202015\REG\khanacademy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Q3%20(14-15)\Wk20~Jan%2020-23\Day%2086%20-%20Jan%2020%20(Mon%20MLK)\HW86%20(Khan%20+%20Pythagorean%20Theorem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HW86 (Khan + Pythagorean Theorem)</Template>
  <TotalTime>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Bielmeier, Sean</dc:creator>
  <cp:lastModifiedBy>Bielmeier, Sean</cp:lastModifiedBy>
  <cp:revision>1</cp:revision>
  <dcterms:created xsi:type="dcterms:W3CDTF">2015-01-20T12:27:00Z</dcterms:created>
  <dcterms:modified xsi:type="dcterms:W3CDTF">2015-01-20T12:34:00Z</dcterms:modified>
</cp:coreProperties>
</file>